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28" w:rsidRDefault="006E2D28" w:rsidP="00E7582E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</w:p>
    <w:p w:rsidR="006E2D28" w:rsidRDefault="006E2D28" w:rsidP="00E7582E">
      <w:pPr>
        <w:spacing w:before="120"/>
        <w:jc w:val="right"/>
        <w:outlineLvl w:val="0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6E2D28" w:rsidRDefault="006E2D2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E2D28" w:rsidRDefault="006E2D2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E2D28" w:rsidRDefault="006E2D2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6E2D28" w:rsidRDefault="006E2D28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6E2D28" w:rsidRDefault="006E2D28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6E2D28" w:rsidRDefault="006E2D2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6E2D28" w:rsidRDefault="006E2D28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6E2D28" w:rsidRDefault="006E2D28">
      <w:pPr>
        <w:pStyle w:val="xl38"/>
        <w:pBdr>
          <w:bottom w:val="none" w:sz="0" w:space="0" w:color="auto"/>
        </w:pBdr>
        <w:spacing w:before="280" w:after="280"/>
        <w:textAlignment w:val="auto"/>
        <w:rPr>
          <w:rFonts w:ascii="Cambria" w:hAnsi="Cambria" w:cs="Verdana"/>
        </w:rPr>
      </w:pPr>
      <w:r>
        <w:rPr>
          <w:rFonts w:ascii="Cambria" w:hAnsi="Cambria"/>
          <w:sz w:val="22"/>
          <w:szCs w:val="22"/>
        </w:rPr>
        <w:t>W związku ze złożeniem oferty w postępowaniu o udzielenie zamówienia publicznego pn:</w:t>
      </w:r>
    </w:p>
    <w:p w:rsidR="006E2D28" w:rsidRDefault="006E2D28" w:rsidP="00C10FEE">
      <w:pPr>
        <w:pStyle w:val="NormalWeb"/>
        <w:spacing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067638"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  <w:t xml:space="preserve">„Zakup i dostawa wyposażenia szpitala w ramach projektu Dostępność Plus dla zdrowia </w:t>
      </w:r>
      <w:r w:rsidRPr="00067638">
        <w:rPr>
          <w:rFonts w:ascii="Cambria" w:hAnsi="Cambria"/>
          <w:b/>
          <w:color w:val="0000FF"/>
          <w:sz w:val="22"/>
          <w:szCs w:val="22"/>
        </w:rPr>
        <w:t>dla SPZOZ w Wolsztynie</w:t>
      </w:r>
      <w:r>
        <w:rPr>
          <w:rFonts w:ascii="Cambria" w:hAnsi="Cambria"/>
          <w:b/>
          <w:color w:val="0000FF"/>
          <w:sz w:val="22"/>
          <w:szCs w:val="22"/>
        </w:rPr>
        <w:t>”</w:t>
      </w:r>
    </w:p>
    <w:p w:rsidR="006E2D28" w:rsidRPr="0049705F" w:rsidRDefault="006E2D28" w:rsidP="00B94D5D">
      <w:pPr>
        <w:autoSpaceDE w:val="0"/>
        <w:spacing w:line="360" w:lineRule="auto"/>
        <w:ind w:left="360"/>
        <w:jc w:val="center"/>
        <w:rPr>
          <w:rFonts w:ascii="Cambria" w:hAnsi="Cambria"/>
          <w:b/>
          <w:i/>
          <w:color w:val="0000FF"/>
        </w:rPr>
      </w:pPr>
      <w:r w:rsidRPr="0049705F">
        <w:rPr>
          <w:rFonts w:ascii="Cambria" w:hAnsi="Cambria"/>
          <w:b/>
          <w:i/>
          <w:color w:val="0000FF"/>
        </w:rPr>
        <w:t>TP/</w:t>
      </w:r>
      <w:r>
        <w:rPr>
          <w:rFonts w:ascii="Cambria" w:hAnsi="Cambria"/>
          <w:b/>
          <w:i/>
          <w:color w:val="0000FF"/>
        </w:rPr>
        <w:t>3</w:t>
      </w:r>
      <w:r w:rsidRPr="0049705F">
        <w:rPr>
          <w:rFonts w:ascii="Cambria" w:hAnsi="Cambria"/>
          <w:b/>
          <w:i/>
          <w:color w:val="0000FF"/>
        </w:rPr>
        <w:t>/2023</w:t>
      </w:r>
    </w:p>
    <w:p w:rsidR="006E2D28" w:rsidRDefault="006E2D2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2D28" w:rsidRDefault="006E2D2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6E2D28" w:rsidRDefault="006E2D28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2D28" w:rsidRDefault="006E2D28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2022 r. 1170 - „PZP”) przedłożonym wraz z przez Wykonawcę, którego reprezentuję są aktualne w zakresie podstaw wykluczenia z postępowania określonych w:</w:t>
      </w:r>
    </w:p>
    <w:p w:rsidR="006E2D28" w:rsidRDefault="006E2D28" w:rsidP="00F55336">
      <w:pPr>
        <w:ind w:left="700" w:hanging="70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6E2D28" w:rsidRDefault="006E2D28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6E2D28" w:rsidRDefault="006E2D28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6E2D28" w:rsidRDefault="006E2D28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6E2D28" w:rsidRDefault="006E2D28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:rsidR="006E2D28" w:rsidRPr="004D6662" w:rsidRDefault="006E2D28" w:rsidP="001A2EAE">
      <w:pPr>
        <w:spacing w:before="57" w:after="57" w:line="240" w:lineRule="exact"/>
        <w:ind w:left="700" w:firstLine="9"/>
        <w:jc w:val="both"/>
        <w:rPr>
          <w:rFonts w:ascii="Cambria" w:hAnsi="Cambria" w:cs="Calibri"/>
          <w:iCs/>
        </w:rPr>
      </w:pPr>
      <w:r w:rsidRPr="004D6662">
        <w:rPr>
          <w:rFonts w:ascii="Cambria" w:hAnsi="Cambria" w:cs="Arial"/>
          <w:highlight w:val="cyan"/>
        </w:rPr>
        <w:t>Oświadczam, że nie zachodzą w stosunku do mnie przesłanki wykluczenia z postępowania na podstawie art.  7 ust. 1 ustawy z dnia 13 kwietnia 2022 r.</w:t>
      </w:r>
      <w:r w:rsidRPr="004D6662">
        <w:rPr>
          <w:rFonts w:ascii="Cambria" w:hAnsi="Cambria" w:cs="Arial"/>
          <w:i/>
          <w:iCs/>
          <w:highlight w:val="cyan"/>
        </w:rPr>
        <w:t xml:space="preserve"> </w:t>
      </w:r>
      <w:r w:rsidRPr="004D6662">
        <w:rPr>
          <w:rFonts w:ascii="Cambria" w:hAnsi="Cambria" w:cs="Arial"/>
          <w:iCs/>
          <w:highlight w:val="cyan"/>
        </w:rPr>
        <w:t>o szczególnych rozwiązaniach w zakresie przeciwdziałania wspieraniu agresji na Ukrainę oraz służących ochronie bezpieczeństwa narodowego</w:t>
      </w:r>
      <w:r w:rsidRPr="004D6662">
        <w:rPr>
          <w:rFonts w:ascii="Cambria" w:hAnsi="Cambria" w:cs="Arial"/>
          <w:i/>
          <w:iCs/>
          <w:highlight w:val="cyan"/>
        </w:rPr>
        <w:t xml:space="preserve"> (Dz. U. poz. 835</w:t>
      </w:r>
      <w:r>
        <w:rPr>
          <w:rFonts w:ascii="Cambria" w:hAnsi="Cambria" w:cs="Arial"/>
          <w:i/>
          <w:iCs/>
        </w:rPr>
        <w:t xml:space="preserve">) </w:t>
      </w:r>
    </w:p>
    <w:p w:rsidR="006E2D28" w:rsidRDefault="006E2D28" w:rsidP="00F55336">
      <w:pPr>
        <w:pStyle w:val="BodyTextIndent"/>
        <w:spacing w:after="0"/>
        <w:rPr>
          <w:rFonts w:ascii="Cambria" w:hAnsi="Cambria" w:cs="Calibri"/>
          <w:i/>
          <w:color w:val="FF0000"/>
        </w:rPr>
      </w:pPr>
    </w:p>
    <w:p w:rsidR="006E2D28" w:rsidRDefault="006E2D28">
      <w:pPr>
        <w:pStyle w:val="BodyTextIndent"/>
        <w:spacing w:before="57" w:after="57"/>
        <w:rPr>
          <w:rFonts w:ascii="Cambria" w:hAnsi="Cambria" w:cs="Calibri"/>
          <w:i/>
          <w:color w:val="FF0000"/>
        </w:rPr>
      </w:pPr>
      <w:r>
        <w:rPr>
          <w:rFonts w:ascii="Cambria" w:hAnsi="Cambria" w:cs="Calibri"/>
          <w:i/>
          <w:sz w:val="18"/>
          <w:szCs w:val="18"/>
        </w:rPr>
        <w:t xml:space="preserve">dokument należy podpisać </w:t>
      </w:r>
    </w:p>
    <w:p w:rsidR="006E2D28" w:rsidRDefault="006E2D28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podpisem kwalifikowanym </w:t>
      </w:r>
    </w:p>
    <w:p w:rsidR="006E2D28" w:rsidRDefault="006E2D28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lub podpisem zaufanym</w:t>
      </w:r>
    </w:p>
    <w:p w:rsidR="006E2D28" w:rsidRDefault="006E2D28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lub podpisem osobistym </w:t>
      </w:r>
    </w:p>
    <w:sectPr w:rsidR="006E2D28" w:rsidSect="001F649D">
      <w:headerReference w:type="default" r:id="rId6"/>
      <w:footerReference w:type="default" r:id="rId7"/>
      <w:pgSz w:w="11906" w:h="16838"/>
      <w:pgMar w:top="844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D28" w:rsidRDefault="006E2D28" w:rsidP="009024AA">
      <w:r>
        <w:separator/>
      </w:r>
    </w:p>
  </w:endnote>
  <w:endnote w:type="continuationSeparator" w:id="0">
    <w:p w:rsidR="006E2D28" w:rsidRDefault="006E2D28" w:rsidP="00902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28" w:rsidRDefault="006E2D28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6E2D28" w:rsidRDefault="006E2D28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E2D28" w:rsidRDefault="006E2D28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D28" w:rsidRDefault="006E2D28" w:rsidP="009024AA">
      <w:r>
        <w:separator/>
      </w:r>
    </w:p>
  </w:footnote>
  <w:footnote w:type="continuationSeparator" w:id="0">
    <w:p w:rsidR="006E2D28" w:rsidRDefault="006E2D28" w:rsidP="00902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28" w:rsidRPr="00C10FEE" w:rsidRDefault="006E2D28" w:rsidP="00C10FEE">
    <w:pPr>
      <w:pStyle w:val="Header"/>
    </w:pPr>
    <w:r>
      <w:rPr>
        <w:noProof/>
        <w:lang w:eastAsia="pl-PL"/>
      </w:rPr>
      <w:pict>
        <v:group id="Grupa 6" o:spid="_x0000_s2049" style="position:absolute;margin-left:-8.9pt;margin-top:25.85pt;width:439.45pt;height:44.4pt;z-index:251660288" coordsize="55810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width:12420;height:56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">
            <v:imagedata r:id="rId1" o:title=""/>
          </v:shape>
          <v:shape id="Picture 4" o:spid="_x0000_s2051" type="#_x0000_t75" style="position:absolute;left:39928;top:711;width:15882;height:4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">
            <v:imagedata r:id="rId2" o:title=""/>
          </v:shape>
          <v:shape id="Obraz 5" o:spid="_x0000_s2052" type="#_x0000_t75" alt="Obraz zawierający tekst&#10;&#10;Opis wygenerowany automatycznie" style="position:absolute;left:13563;top:863;width:14135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">
            <v:imagedata r:id="rId3" o:title=""/>
          </v:shape>
          <v:shape id="Obraz 1" o:spid="_x0000_s2053" type="#_x0000_t75" style="position:absolute;left:30632;top:914;width:7048;height:4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">
            <v:imagedata r:id="rId4" o:title="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4AA"/>
    <w:rsid w:val="00006642"/>
    <w:rsid w:val="00007D98"/>
    <w:rsid w:val="00013115"/>
    <w:rsid w:val="000448B5"/>
    <w:rsid w:val="0006456A"/>
    <w:rsid w:val="00067638"/>
    <w:rsid w:val="000924BA"/>
    <w:rsid w:val="000C49DE"/>
    <w:rsid w:val="00150B1B"/>
    <w:rsid w:val="001651EC"/>
    <w:rsid w:val="00166766"/>
    <w:rsid w:val="001A2EAE"/>
    <w:rsid w:val="001F649D"/>
    <w:rsid w:val="00232690"/>
    <w:rsid w:val="002900B5"/>
    <w:rsid w:val="002A0C13"/>
    <w:rsid w:val="002D7CD9"/>
    <w:rsid w:val="003406D2"/>
    <w:rsid w:val="003B0F77"/>
    <w:rsid w:val="003E3186"/>
    <w:rsid w:val="00461587"/>
    <w:rsid w:val="0049705F"/>
    <w:rsid w:val="004B524C"/>
    <w:rsid w:val="004D6662"/>
    <w:rsid w:val="0051084E"/>
    <w:rsid w:val="00513A14"/>
    <w:rsid w:val="005B377A"/>
    <w:rsid w:val="005D0504"/>
    <w:rsid w:val="005D072F"/>
    <w:rsid w:val="005E6688"/>
    <w:rsid w:val="006D7CAC"/>
    <w:rsid w:val="006E2D28"/>
    <w:rsid w:val="00722E11"/>
    <w:rsid w:val="00764F9B"/>
    <w:rsid w:val="007723AF"/>
    <w:rsid w:val="007933FF"/>
    <w:rsid w:val="0081675A"/>
    <w:rsid w:val="00856A01"/>
    <w:rsid w:val="00861F78"/>
    <w:rsid w:val="008D6B68"/>
    <w:rsid w:val="009024AA"/>
    <w:rsid w:val="0090760E"/>
    <w:rsid w:val="00AD19A5"/>
    <w:rsid w:val="00B30B4B"/>
    <w:rsid w:val="00B94D5D"/>
    <w:rsid w:val="00B95A30"/>
    <w:rsid w:val="00BB78CE"/>
    <w:rsid w:val="00BD1D08"/>
    <w:rsid w:val="00BD712A"/>
    <w:rsid w:val="00C10FEE"/>
    <w:rsid w:val="00CD1AF0"/>
    <w:rsid w:val="00CE4BE0"/>
    <w:rsid w:val="00CE5E91"/>
    <w:rsid w:val="00DA4E09"/>
    <w:rsid w:val="00DF1379"/>
    <w:rsid w:val="00E0556E"/>
    <w:rsid w:val="00E511A2"/>
    <w:rsid w:val="00E7582E"/>
    <w:rsid w:val="00E95706"/>
    <w:rsid w:val="00EA70C4"/>
    <w:rsid w:val="00ED5C46"/>
    <w:rsid w:val="00EE08F0"/>
    <w:rsid w:val="00F017A8"/>
    <w:rsid w:val="00F02D42"/>
    <w:rsid w:val="00F11773"/>
    <w:rsid w:val="00F17D9F"/>
    <w:rsid w:val="00F55336"/>
    <w:rsid w:val="00F735D8"/>
    <w:rsid w:val="00F75C3C"/>
    <w:rsid w:val="00FD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AA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CommentReference">
    <w:name w:val="annotation reference"/>
    <w:basedOn w:val="DefaultParagraphFont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HeaderChar">
    <w:name w:val="Header Char"/>
    <w:link w:val="Header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efaultParagraphFont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9024AA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9024AA"/>
    <w:rPr>
      <w:rFonts w:cs="Tahoma"/>
    </w:rPr>
  </w:style>
  <w:style w:type="paragraph" w:styleId="Caption">
    <w:name w:val="caption"/>
    <w:basedOn w:val="Normal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9024AA"/>
    <w:pPr>
      <w:suppressLineNumbers/>
    </w:pPr>
    <w:rPr>
      <w:rFonts w:cs="Tahoma"/>
    </w:rPr>
  </w:style>
  <w:style w:type="paragraph" w:styleId="FootnoteText">
    <w:name w:val="footnote text"/>
    <w:basedOn w:val="Normal"/>
    <w:link w:val="FootnoteTextChar1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">
    <w:name w:val="Nagłówek1"/>
    <w:basedOn w:val="Normal"/>
    <w:next w:val="BodyText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Subtitle">
    <w:name w:val="Subtitle"/>
    <w:basedOn w:val="Normal"/>
    <w:link w:val="SubtitleChar1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BodyText2">
    <w:name w:val="Body Text 2"/>
    <w:basedOn w:val="Normal"/>
    <w:link w:val="BodyText2Char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EndnoteText">
    <w:name w:val="endnote text"/>
    <w:basedOn w:val="Normal"/>
    <w:link w:val="EndnoteTextChar1"/>
    <w:uiPriority w:val="99"/>
    <w:rsid w:val="009024AA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BodyTextIndent">
    <w:name w:val="Body Text Indent"/>
    <w:basedOn w:val="Normal"/>
    <w:link w:val="BodyTextIndentChar1"/>
    <w:uiPriority w:val="99"/>
    <w:rsid w:val="009024AA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"/>
    <w:uiPriority w:val="99"/>
    <w:rsid w:val="009024AA"/>
  </w:style>
  <w:style w:type="paragraph" w:customStyle="1" w:styleId="Point0">
    <w:name w:val="Point 0"/>
    <w:basedOn w:val="Normal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"/>
    <w:uiPriority w:val="99"/>
    <w:rsid w:val="009024AA"/>
    <w:pPr>
      <w:spacing w:after="200"/>
    </w:pPr>
    <w:rPr>
      <w:rFonts w:ascii="Calibri" w:hAnsi="Calibri"/>
    </w:rPr>
  </w:style>
  <w:style w:type="paragraph" w:styleId="CommentText">
    <w:name w:val="annotation text"/>
    <w:basedOn w:val="Normal"/>
    <w:link w:val="CommentTextChar1"/>
    <w:uiPriority w:val="99"/>
    <w:rsid w:val="009024AA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styleId="Title">
    <w:name w:val="Title"/>
    <w:basedOn w:val="Normal"/>
    <w:link w:val="TitleChar1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BodyText3">
    <w:name w:val="Body Text 3"/>
    <w:basedOn w:val="Normal"/>
    <w:link w:val="BodyText3Char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"/>
    <w:uiPriority w:val="99"/>
    <w:rsid w:val="009024AA"/>
    <w:pPr>
      <w:suppressLineNumbers/>
    </w:pPr>
  </w:style>
  <w:style w:type="paragraph" w:customStyle="1" w:styleId="Zawartoramki">
    <w:name w:val="Zawartość ramki"/>
    <w:basedOn w:val="BodyText"/>
    <w:uiPriority w:val="99"/>
    <w:rsid w:val="009024AA"/>
  </w:style>
  <w:style w:type="paragraph" w:customStyle="1" w:styleId="Podpis1">
    <w:name w:val="Podpis1"/>
    <w:basedOn w:val="Normal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BalloonText">
    <w:name w:val="Balloon Text"/>
    <w:basedOn w:val="Normal"/>
    <w:link w:val="BalloonTextChar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styleId="NormalWeb">
    <w:name w:val="Normal (Web)"/>
    <w:basedOn w:val="Normal"/>
    <w:uiPriority w:val="99"/>
    <w:rsid w:val="009024AA"/>
    <w:rPr>
      <w:sz w:val="24"/>
      <w:szCs w:val="24"/>
    </w:rPr>
  </w:style>
  <w:style w:type="paragraph" w:customStyle="1" w:styleId="xl63">
    <w:name w:val="xl63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Footer">
    <w:name w:val="footer"/>
    <w:basedOn w:val="Normal"/>
    <w:link w:val="FooterChar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9024AA"/>
    <w:pPr>
      <w:ind w:left="708"/>
    </w:pPr>
  </w:style>
  <w:style w:type="paragraph" w:customStyle="1" w:styleId="xl64">
    <w:name w:val="xl64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"/>
    <w:next w:val="BodyText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"/>
    <w:uiPriority w:val="99"/>
    <w:rsid w:val="009024AA"/>
    <w:pPr>
      <w:jc w:val="both"/>
    </w:pPr>
    <w:rPr>
      <w:sz w:val="22"/>
      <w:szCs w:val="22"/>
    </w:rPr>
  </w:style>
  <w:style w:type="paragraph" w:styleId="NoSpacing">
    <w:name w:val="No Spacing"/>
    <w:uiPriority w:val="99"/>
    <w:qFormat/>
    <w:rsid w:val="009024AA"/>
    <w:pPr>
      <w:suppressAutoHyphens/>
    </w:pPr>
    <w:rPr>
      <w:sz w:val="20"/>
      <w:szCs w:val="20"/>
      <w:lang w:eastAsia="ar-SA"/>
    </w:rPr>
  </w:style>
  <w:style w:type="paragraph" w:customStyle="1" w:styleId="NumPar4">
    <w:name w:val="NumPar 4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PlainText">
    <w:name w:val="Plain Text"/>
    <w:basedOn w:val="Normal"/>
    <w:link w:val="PlainTextChar1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9024AA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BD1D08"/>
    <w:rPr>
      <w:rFonts w:cs="Times New Roman"/>
      <w:b/>
      <w:bCs/>
      <w:sz w:val="20"/>
      <w:szCs w:val="20"/>
    </w:rPr>
  </w:style>
  <w:style w:type="paragraph" w:styleId="Revision">
    <w:name w:val="Revision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leGrid">
    <w:name w:val="Table Grid"/>
    <w:basedOn w:val="TableNormal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27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346</Words>
  <Characters>2078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Bernadeta Kurp</cp:lastModifiedBy>
  <cp:revision>8</cp:revision>
  <cp:lastPrinted>2022-12-22T09:35:00Z</cp:lastPrinted>
  <dcterms:created xsi:type="dcterms:W3CDTF">2022-11-30T07:26:00Z</dcterms:created>
  <dcterms:modified xsi:type="dcterms:W3CDTF">2023-01-20T06:29:00Z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